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624"/>
        <w:gridCol w:w="6"/>
        <w:gridCol w:w="810"/>
        <w:gridCol w:w="4797"/>
        <w:gridCol w:w="650"/>
        <w:gridCol w:w="910"/>
        <w:gridCol w:w="366"/>
        <w:gridCol w:w="201"/>
        <w:gridCol w:w="1184"/>
        <w:gridCol w:w="91"/>
        <w:gridCol w:w="142"/>
        <w:gridCol w:w="142"/>
        <w:gridCol w:w="425"/>
        <w:gridCol w:w="238"/>
        <w:gridCol w:w="187"/>
        <w:gridCol w:w="51"/>
        <w:gridCol w:w="236"/>
        <w:gridCol w:w="280"/>
      </w:tblGrid>
      <w:tr w:rsidR="001A3B17" w:rsidTr="0013038B">
        <w:trPr>
          <w:gridAfter w:val="3"/>
          <w:wAfter w:w="567" w:type="dxa"/>
          <w:cantSplit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F3126" w:rsidRPr="00F10CD8" w:rsidRDefault="001A3B17" w:rsidP="00F10CD8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</w:t>
            </w:r>
            <w:r w:rsidRPr="009F312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  <w:p w:rsidR="001A3B17" w:rsidRPr="00E30A1C" w:rsidRDefault="001A3B17" w:rsidP="009F3126">
            <w:pPr>
              <w:ind w:right="-1276" w:firstLine="524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13038B">
        <w:trPr>
          <w:gridAfter w:val="3"/>
          <w:wAfter w:w="567" w:type="dxa"/>
          <w:cantSplit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13038B">
        <w:trPr>
          <w:gridAfter w:val="3"/>
          <w:wAfter w:w="567" w:type="dxa"/>
          <w:cantSplit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13038B">
        <w:trPr>
          <w:gridAfter w:val="9"/>
          <w:wAfter w:w="1792" w:type="dxa"/>
          <w:cantSplit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1A3B17" w:rsidP="00BB7245">
            <w:pPr>
              <w:tabs>
                <w:tab w:val="left" w:pos="4820"/>
                <w:tab w:val="left" w:pos="9653"/>
              </w:tabs>
              <w:ind w:right="-992"/>
              <w:rPr>
                <w:szCs w:val="28"/>
              </w:rPr>
            </w:pPr>
            <w:bookmarkStart w:id="0" w:name="_GoBack" w:colFirst="1" w:colLast="1"/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2E64C6">
              <w:rPr>
                <w:szCs w:val="28"/>
              </w:rPr>
              <w:t xml:space="preserve">  от </w:t>
            </w:r>
            <w:r w:rsidR="00BB7245">
              <w:rPr>
                <w:szCs w:val="28"/>
              </w:rPr>
              <w:t>22 ноября</w:t>
            </w:r>
            <w:r w:rsidR="002E64C6">
              <w:rPr>
                <w:szCs w:val="28"/>
              </w:rPr>
              <w:t xml:space="preserve"> </w:t>
            </w:r>
            <w:r>
              <w:rPr>
                <w:szCs w:val="28"/>
              </w:rPr>
              <w:t>201</w:t>
            </w:r>
            <w:r w:rsidR="00CA5327">
              <w:rPr>
                <w:szCs w:val="28"/>
              </w:rPr>
              <w:t>8</w:t>
            </w:r>
            <w:r w:rsidR="00805782">
              <w:rPr>
                <w:szCs w:val="28"/>
              </w:rPr>
              <w:t xml:space="preserve"> года</w:t>
            </w:r>
            <w:r w:rsidR="00624DA0">
              <w:rPr>
                <w:szCs w:val="28"/>
              </w:rPr>
              <w:t xml:space="preserve">     </w:t>
            </w:r>
            <w:r w:rsidRPr="002A572F">
              <w:rPr>
                <w:szCs w:val="28"/>
              </w:rPr>
              <w:t xml:space="preserve">№ </w:t>
            </w:r>
            <w:r w:rsidR="00CA5327">
              <w:rPr>
                <w:szCs w:val="28"/>
                <w:lang w:val="en-US"/>
              </w:rPr>
              <w:t>___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E30A1C" w:rsidP="00BB7245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BB7245">
              <w:rPr>
                <w:szCs w:val="28"/>
              </w:rPr>
              <w:t>380</w:t>
            </w:r>
          </w:p>
        </w:tc>
      </w:tr>
      <w:bookmarkEnd w:id="0"/>
      <w:tr w:rsidR="001A3B17" w:rsidTr="0013038B">
        <w:trPr>
          <w:gridAfter w:val="6"/>
          <w:wAfter w:w="1417" w:type="dxa"/>
          <w:cantSplit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13038B">
        <w:trPr>
          <w:gridAfter w:val="6"/>
          <w:wAfter w:w="1417" w:type="dxa"/>
          <w:cantSplit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rPr>
                <w:szCs w:val="28"/>
              </w:rPr>
            </w:pPr>
          </w:p>
        </w:tc>
      </w:tr>
      <w:tr w:rsidR="001A3B17" w:rsidTr="0013038B">
        <w:trPr>
          <w:cantSplit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CA5327">
              <w:rPr>
                <w:b/>
                <w:bCs/>
                <w:szCs w:val="28"/>
              </w:rPr>
              <w:t>20 и 2021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0152D5">
        <w:trPr>
          <w:gridAfter w:val="8"/>
          <w:wAfter w:w="1701" w:type="dxa"/>
          <w:cantSplit/>
        </w:trPr>
        <w:tc>
          <w:tcPr>
            <w:tcW w:w="77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B17" w:rsidRPr="00301F22" w:rsidRDefault="001A3B17" w:rsidP="00301F22">
            <w:pPr>
              <w:jc w:val="right"/>
              <w:rPr>
                <w:szCs w:val="28"/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B17" w:rsidRPr="00301F22" w:rsidRDefault="00301F22" w:rsidP="00301F22">
            <w:pPr>
              <w:ind w:left="-533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  <w:lang w:val="en-US"/>
              </w:rPr>
              <w:t xml:space="preserve">     </w:t>
            </w:r>
            <w:r w:rsidRPr="00301F22">
              <w:rPr>
                <w:szCs w:val="28"/>
              </w:rPr>
              <w:t>(тыс. рублей)</w:t>
            </w:r>
          </w:p>
        </w:tc>
      </w:tr>
      <w:tr w:rsidR="002D30AA" w:rsidTr="002D30AA">
        <w:trPr>
          <w:gridAfter w:val="8"/>
          <w:wAfter w:w="1701" w:type="dxa"/>
          <w:cantSplit/>
          <w:trHeight w:val="72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AA" w:rsidRDefault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P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2020 </w:t>
            </w:r>
            <w:r>
              <w:rPr>
                <w:szCs w:val="28"/>
              </w:rPr>
              <w:t>год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</w:p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год</w:t>
            </w:r>
          </w:p>
        </w:tc>
      </w:tr>
      <w:tr w:rsidR="002D30AA" w:rsidTr="002D30AA">
        <w:trPr>
          <w:gridAfter w:val="8"/>
          <w:wAfter w:w="1701" w:type="dxa"/>
          <w:cantSplit/>
          <w:trHeight w:val="27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D30AA" w:rsidRDefault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P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A3B17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A5327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 xml:space="preserve">Обеспечение отдыха и оздоровления детей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CA5327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674,2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CA5327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674,2</w:t>
            </w:r>
          </w:p>
        </w:tc>
      </w:tr>
      <w:tr w:rsidR="001A3B17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предоставлению жилых п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лых помещений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CA5327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22 005,2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CA5327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22 005,2</w:t>
            </w:r>
          </w:p>
        </w:tc>
      </w:tr>
      <w:tr w:rsidR="0026763E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граждения, причитающегося патронатным воспитателям за оказание услуг по осущест</w:t>
            </w:r>
            <w:r w:rsidRPr="000E67F3">
              <w:rPr>
                <w:sz w:val="27"/>
                <w:szCs w:val="27"/>
              </w:rPr>
              <w:t>в</w:t>
            </w:r>
            <w:r w:rsidRPr="000E67F3">
              <w:rPr>
                <w:sz w:val="27"/>
                <w:szCs w:val="27"/>
              </w:rPr>
              <w:t xml:space="preserve">лению патронатного воспитания и </w:t>
            </w:r>
            <w:proofErr w:type="spellStart"/>
            <w:r w:rsidRPr="000E67F3">
              <w:rPr>
                <w:sz w:val="27"/>
                <w:szCs w:val="27"/>
              </w:rPr>
              <w:t>постинте</w:t>
            </w:r>
            <w:r w:rsidRPr="000E67F3">
              <w:rPr>
                <w:sz w:val="27"/>
                <w:szCs w:val="27"/>
              </w:rPr>
              <w:t>р</w:t>
            </w:r>
            <w:r w:rsidRPr="000E67F3">
              <w:rPr>
                <w:sz w:val="27"/>
                <w:szCs w:val="27"/>
              </w:rPr>
              <w:t>натного</w:t>
            </w:r>
            <w:proofErr w:type="spellEnd"/>
            <w:r w:rsidRPr="000E67F3">
              <w:rPr>
                <w:sz w:val="27"/>
                <w:szCs w:val="27"/>
              </w:rPr>
              <w:t xml:space="preserve"> сопровождения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0E67F3" w:rsidRDefault="0026763E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496,2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0E67F3" w:rsidRDefault="0026763E" w:rsidP="002D30A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516,0</w:t>
            </w:r>
          </w:p>
        </w:tc>
      </w:tr>
      <w:tr w:rsidR="0026763E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граждения, причитающегося приемным род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телям за оказание услуг по воспитанию пр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емных детей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43 350,5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45 083,0</w:t>
            </w:r>
          </w:p>
        </w:tc>
      </w:tr>
      <w:tr w:rsidR="0026763E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</w:t>
            </w:r>
            <w:r w:rsidRPr="000E67F3">
              <w:rPr>
                <w:sz w:val="27"/>
                <w:szCs w:val="27"/>
              </w:rPr>
              <w:t>ж</w:t>
            </w:r>
            <w:r w:rsidRPr="000E67F3">
              <w:rPr>
                <w:sz w:val="27"/>
                <w:szCs w:val="27"/>
              </w:rPr>
              <w:t>ных средств на содержание детей, нужда</w:t>
            </w:r>
            <w:r w:rsidRPr="000E67F3">
              <w:rPr>
                <w:sz w:val="27"/>
                <w:szCs w:val="27"/>
              </w:rPr>
              <w:t>ю</w:t>
            </w:r>
            <w:r w:rsidRPr="000E67F3">
              <w:rPr>
                <w:sz w:val="27"/>
                <w:szCs w:val="27"/>
              </w:rPr>
              <w:t>щихся в особой заботе государства, переда</w:t>
            </w:r>
            <w:r w:rsidRPr="000E67F3">
              <w:rPr>
                <w:sz w:val="27"/>
                <w:szCs w:val="27"/>
              </w:rPr>
              <w:t>н</w:t>
            </w:r>
            <w:r w:rsidRPr="000E67F3">
              <w:rPr>
                <w:sz w:val="27"/>
                <w:szCs w:val="27"/>
              </w:rPr>
              <w:t>ных на патронатное воспитание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436,7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454,1</w:t>
            </w:r>
          </w:p>
        </w:tc>
      </w:tr>
      <w:tr w:rsidR="0026763E" w:rsidRPr="000E67F3" w:rsidTr="000152D5">
        <w:trPr>
          <w:gridAfter w:val="8"/>
          <w:wAfter w:w="1701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63E" w:rsidRPr="00B45DFC" w:rsidRDefault="00B45DFC" w:rsidP="002D30AA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>
              <w:rPr>
                <w:szCs w:val="28"/>
                <w:lang w:val="en-US"/>
              </w:rPr>
              <w:t>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</w:t>
            </w:r>
            <w:r w:rsidRPr="000E67F3">
              <w:rPr>
                <w:sz w:val="27"/>
                <w:szCs w:val="27"/>
              </w:rPr>
              <w:t>ж</w:t>
            </w:r>
            <w:r w:rsidRPr="000E67F3">
              <w:rPr>
                <w:sz w:val="27"/>
                <w:szCs w:val="27"/>
              </w:rPr>
              <w:t>ных средств на содержание детей-сирот и 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тей, оставшихся без попечения родителей, находящихся под опекой (попечительством), включая предварительную опеку (попеч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тельство), переданных на воспитание в пр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емную семью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A3425A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48 125,2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50 049,6</w:t>
            </w:r>
          </w:p>
        </w:tc>
      </w:tr>
      <w:tr w:rsidR="00B45DFC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Default="00B45DFC" w:rsidP="002D30A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FC" w:rsidRPr="000E67F3" w:rsidRDefault="00B45DFC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обеспечению выплаты ко</w:t>
            </w:r>
            <w:r w:rsidRPr="000E67F3">
              <w:rPr>
                <w:sz w:val="27"/>
                <w:szCs w:val="27"/>
              </w:rPr>
              <w:t>м</w:t>
            </w:r>
            <w:r w:rsidRPr="000E67F3">
              <w:rPr>
                <w:sz w:val="27"/>
                <w:szCs w:val="27"/>
              </w:rPr>
              <w:t>пенсации части родительской платы за пр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смотр и уход за детьми, посещающими обр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зовательные организации, реализующие обр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зовательную программу дошкольного образ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2E20A2" w:rsidRDefault="00B45DFC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9 372,0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2E20A2" w:rsidRDefault="00B45DFC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9 372,0</w:t>
            </w:r>
          </w:p>
        </w:tc>
      </w:tr>
      <w:tr w:rsidR="00B45DFC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Default="00B45DFC" w:rsidP="002D30A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FC" w:rsidRPr="000E67F3" w:rsidRDefault="00B45DFC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обеспечению льготным пит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нием учащихся из многодетных семей в м</w:t>
            </w:r>
            <w:r w:rsidRPr="000E67F3">
              <w:rPr>
                <w:sz w:val="27"/>
                <w:szCs w:val="27"/>
              </w:rPr>
              <w:t>у</w:t>
            </w:r>
            <w:r w:rsidRPr="000E67F3">
              <w:rPr>
                <w:sz w:val="27"/>
                <w:szCs w:val="27"/>
              </w:rPr>
              <w:t>ниципальных общеобразовательных орган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зациях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2E20A2" w:rsidRDefault="00B45DFC" w:rsidP="00CA5327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1 111,5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2E20A2" w:rsidRDefault="00B45DFC" w:rsidP="002D30AA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1 111,5</w:t>
            </w:r>
          </w:p>
        </w:tc>
      </w:tr>
      <w:tr w:rsidR="00B45DFC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26763E" w:rsidRDefault="00B45DFC" w:rsidP="002D30AA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>
              <w:rPr>
                <w:szCs w:val="28"/>
                <w:lang w:val="en-US"/>
              </w:rPr>
              <w:t>.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7B37DB" w:rsidRDefault="00B45DFC" w:rsidP="002D30AA">
            <w:pPr>
              <w:rPr>
                <w:sz w:val="24"/>
                <w:szCs w:val="24"/>
              </w:rPr>
            </w:pPr>
            <w:r w:rsidRPr="007B37DB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2E20A2" w:rsidRDefault="00B45DFC" w:rsidP="002D30AA">
            <w:pPr>
              <w:jc w:val="right"/>
              <w:rPr>
                <w:sz w:val="24"/>
                <w:szCs w:val="24"/>
              </w:rPr>
            </w:pPr>
            <w:r w:rsidRPr="002E20A2">
              <w:rPr>
                <w:sz w:val="24"/>
                <w:szCs w:val="24"/>
              </w:rPr>
              <w:t>415,0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2E20A2" w:rsidRDefault="00B45DFC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4"/>
                <w:szCs w:val="24"/>
              </w:rPr>
              <w:t>415,0</w:t>
            </w:r>
          </w:p>
        </w:tc>
      </w:tr>
      <w:tr w:rsidR="00CA5327" w:rsidRPr="000E67F3" w:rsidTr="000152D5">
        <w:trPr>
          <w:gridAfter w:val="8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27" w:rsidRDefault="00CA5327" w:rsidP="00CC2D3F">
            <w:pPr>
              <w:rPr>
                <w:szCs w:val="28"/>
              </w:rPr>
            </w:pPr>
          </w:p>
          <w:p w:rsidR="00CA5327" w:rsidRDefault="00CA532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327" w:rsidRPr="000E67F3" w:rsidRDefault="00CA5327" w:rsidP="00CC2D3F">
            <w:pPr>
              <w:rPr>
                <w:b/>
                <w:bCs/>
                <w:sz w:val="27"/>
                <w:szCs w:val="27"/>
              </w:rPr>
            </w:pPr>
            <w:r w:rsidRPr="000E67F3">
              <w:rPr>
                <w:b/>
                <w:bCs/>
                <w:sz w:val="27"/>
                <w:szCs w:val="27"/>
              </w:rPr>
              <w:t>Итого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327" w:rsidRPr="0026763E" w:rsidRDefault="0026763E" w:rsidP="009F3126">
            <w:pPr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>
              <w:rPr>
                <w:b/>
                <w:bCs/>
                <w:sz w:val="27"/>
                <w:szCs w:val="27"/>
                <w:lang w:val="en-US"/>
              </w:rPr>
              <w:t>125 986</w:t>
            </w:r>
            <w:r>
              <w:rPr>
                <w:b/>
                <w:bCs/>
                <w:sz w:val="27"/>
                <w:szCs w:val="27"/>
              </w:rPr>
              <w:t>,</w:t>
            </w: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327" w:rsidRPr="000E67F3" w:rsidRDefault="0026763E" w:rsidP="0026763E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12</w:t>
            </w:r>
            <w:r w:rsidR="00CA5327">
              <w:rPr>
                <w:b/>
                <w:bCs/>
                <w:sz w:val="27"/>
                <w:szCs w:val="27"/>
              </w:rPr>
              <w:t>9</w:t>
            </w:r>
            <w:r>
              <w:rPr>
                <w:b/>
                <w:bCs/>
                <w:sz w:val="27"/>
                <w:szCs w:val="27"/>
              </w:rPr>
              <w:t> 680,6</w:t>
            </w:r>
          </w:p>
        </w:tc>
      </w:tr>
      <w:tr w:rsidR="00CA5327" w:rsidTr="0013038B">
        <w:trPr>
          <w:gridAfter w:val="1"/>
          <w:wAfter w:w="280" w:type="dxa"/>
          <w:cantSplit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Pr="000E67F3" w:rsidRDefault="00CA5327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Pr="000E67F3" w:rsidRDefault="00CA5327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5327" w:rsidRPr="000E67F3" w:rsidRDefault="00CA5327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7" w:rsidRPr="009F3126" w:rsidRDefault="00CA5327" w:rsidP="009F3126">
            <w:pPr>
              <w:jc w:val="center"/>
              <w:rPr>
                <w:szCs w:val="28"/>
              </w:rPr>
            </w:pPr>
          </w:p>
        </w:tc>
        <w:tc>
          <w:tcPr>
            <w:tcW w:w="238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</w:tr>
      <w:tr w:rsidR="00CA5327" w:rsidTr="0013038B">
        <w:trPr>
          <w:gridAfter w:val="1"/>
          <w:wAfter w:w="280" w:type="dxa"/>
          <w:cantSplit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Pr="000E67F3" w:rsidRDefault="00CA5327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Pr="000E67F3" w:rsidRDefault="00CA5327" w:rsidP="00CC2D3F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5327" w:rsidRPr="000E67F3" w:rsidRDefault="00CA5327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7" w:rsidRPr="000E67F3" w:rsidRDefault="00CA5327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8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</w:tr>
      <w:tr w:rsidR="00CA5327" w:rsidTr="0013038B">
        <w:trPr>
          <w:gridAfter w:val="1"/>
          <w:wAfter w:w="280" w:type="dxa"/>
          <w:cantSplit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5327" w:rsidRDefault="00CA5327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7" w:rsidRDefault="00CA5327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</w:tr>
      <w:tr w:rsidR="00CA5327" w:rsidTr="0013038B">
        <w:trPr>
          <w:gridAfter w:val="1"/>
          <w:wAfter w:w="280" w:type="dxa"/>
          <w:cantSplit/>
        </w:trPr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5327" w:rsidRDefault="00CA5327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7" w:rsidRDefault="00CA5327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CA5327" w:rsidRDefault="00CA5327" w:rsidP="00CC2D3F">
            <w:pPr>
              <w:rPr>
                <w:sz w:val="20"/>
                <w:szCs w:val="20"/>
              </w:rPr>
            </w:pPr>
          </w:p>
        </w:tc>
      </w:tr>
    </w:tbl>
    <w:p w:rsidR="00CA770E" w:rsidRDefault="00CA770E" w:rsidP="007E513A"/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 w:rsidR="00E30A1C">
        <w:rPr>
          <w:szCs w:val="28"/>
        </w:rPr>
        <w:t>Новокубанский</w:t>
      </w:r>
      <w:proofErr w:type="spellEnd"/>
      <w:r w:rsidR="00E30A1C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p w:rsidR="00627195" w:rsidRPr="00AA75FA" w:rsidRDefault="00627195" w:rsidP="007E513A"/>
    <w:sectPr w:rsidR="00627195" w:rsidRPr="00AA75FA" w:rsidSect="00F10CD8">
      <w:headerReference w:type="default" r:id="rId8"/>
      <w:headerReference w:type="first" r:id="rId9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10CD8" w:rsidRDefault="00F10CD8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2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CD8" w:rsidRDefault="00F10C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C148-BE03-4749-92C9-74BBA7F5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323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34</cp:revision>
  <cp:lastPrinted>2018-10-23T14:28:00Z</cp:lastPrinted>
  <dcterms:created xsi:type="dcterms:W3CDTF">2017-09-18T13:02:00Z</dcterms:created>
  <dcterms:modified xsi:type="dcterms:W3CDTF">2018-11-23T07:35:00Z</dcterms:modified>
</cp:coreProperties>
</file>